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5F8AEC41" w14:textId="25D06DA5" w:rsidR="0090585D" w:rsidRPr="005D37DE" w:rsidRDefault="0090585D" w:rsidP="005D37DE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A drawing uses a scale of 1:500.  How long would a length of 45m in real life be on the drawing in cm?</w:t>
            </w:r>
          </w:p>
          <w:p w14:paraId="543BE07C" w14:textId="6ADEDFD1" w:rsidR="00C6765F" w:rsidRPr="005D37DE" w:rsidRDefault="00C6765F" w:rsidP="005D37DE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1B5E5D74" w14:textId="0554EE5E" w:rsidR="00C6765F" w:rsidRPr="005D37DE" w:rsidRDefault="00EA0CA1" w:rsidP="005D37DE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>What is 7 out of 25 as a percentage?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7A11DFBD" w:rsidR="00125C71" w:rsidRPr="005D37DE" w:rsidRDefault="00F04FE3" w:rsidP="005D37DE">
            <w:pPr>
              <w:spacing w:before="120" w:after="0"/>
              <w:rPr>
                <w:rFonts w:ascii="Century Gothic" w:hAnsi="Century Gothic"/>
              </w:rPr>
            </w:pP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anchor distT="0" distB="0" distL="114300" distR="114300" simplePos="0" relativeHeight="251681792" behindDoc="0" locked="0" layoutInCell="1" allowOverlap="1" wp14:anchorId="775455C4" wp14:editId="5D5BE7EC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359218</wp:posOffset>
                  </wp:positionV>
                  <wp:extent cx="1211580" cy="85471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23BE"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125C71" w:rsidRPr="005D37DE" w14:paraId="014BA7B7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70791D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872ACF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2623AA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6FDD1E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782D5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551BCFA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4E6DB97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27228CF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094732D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13675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570D80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3C8050A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6F9BDA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5ED081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5CD140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D424C4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5936CF6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4714CD63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6B762B2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F621477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B7F3F8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C1749AA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471A6B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125C71" w:rsidRPr="005D37DE" w14:paraId="0FD64A3F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041816D3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30578C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89B66DB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C5C6F5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A6E9851" w14:textId="77777777" w:rsidR="00125C71" w:rsidRPr="005D37DE" w:rsidRDefault="00125C71" w:rsidP="00666CDC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683B8A61" w14:textId="41F1F990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4AFF0C44" w14:textId="08C7984B" w:rsidR="00C6765F" w:rsidRPr="005D37DE" w:rsidRDefault="00C6765F" w:rsidP="005D37DE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F04FE3" w:rsidRPr="005D37DE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5867634" w14:textId="06501A63" w:rsidR="00C6765F" w:rsidRPr="005D37DE" w:rsidRDefault="00F04FE3" w:rsidP="005D37DE">
            <w:pPr>
              <w:spacing w:before="120" w:after="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4A10FCB7" wp14:editId="08BBCD87">
                  <wp:extent cx="937895" cy="12230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848E7DA" w14:textId="77777777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2018A393" w14:textId="2A73EB8E" w:rsidR="005D37DE" w:rsidRPr="005D37DE" w:rsidRDefault="005D37DE" w:rsidP="005D37DE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</m:t>
                </m:r>
                <m:r>
                  <w:rPr>
                    <w:rFonts w:ascii="Cambria Math" w:hAnsi="Cambria Math" w:cs="Tahoma"/>
                  </w:rPr>
                  <m:t>(x+3)(x-6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6E7FDE4D" w14:textId="2000BA38" w:rsidR="00C6765F" w:rsidRPr="005D37DE" w:rsidRDefault="00C6765F" w:rsidP="005D37DE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4EEA8C90" w:rsidR="00525119" w:rsidRDefault="00666CDC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31F14961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11FDCA3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2A3B06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E86E18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5A00C480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B4D54EC" w14:textId="72083B4E" w:rsidR="000A63AF" w:rsidRDefault="000A63AF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666CDC" w:rsidRPr="000A63AF" w14:paraId="3A11B55B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790F4E5" w14:textId="77777777" w:rsidR="00666CDC" w:rsidRPr="00C240D5" w:rsidRDefault="00666CD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1F0FD866" w14:textId="77777777" w:rsidR="00666CDC" w:rsidRPr="005D37DE" w:rsidRDefault="00666CDC" w:rsidP="00E01254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A drawing uses a scale of 1:500.  How long would a length of 45m in real life be on the drawing in cm?</w:t>
            </w:r>
          </w:p>
          <w:p w14:paraId="3DED876A" w14:textId="77777777" w:rsidR="00666CDC" w:rsidRPr="005D37DE" w:rsidRDefault="00666CD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C70B67D" w14:textId="77777777" w:rsidR="00666CDC" w:rsidRPr="005D37DE" w:rsidRDefault="00666CDC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6B15B01A" w14:textId="77777777" w:rsidR="00666CDC" w:rsidRPr="005D37DE" w:rsidRDefault="00666CDC" w:rsidP="00E01254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5D37DE">
              <w:rPr>
                <w:rFonts w:ascii="Century Gothic" w:hAnsi="Century Gothic" w:cs="Tahoma"/>
              </w:rPr>
              <w:t>What is 7 out of 25 as a percentage?</w:t>
            </w:r>
          </w:p>
        </w:tc>
      </w:tr>
      <w:tr w:rsidR="00666CDC" w:rsidRPr="00C240D5" w14:paraId="161166DE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4672AB7" w14:textId="77777777" w:rsidR="00666CDC" w:rsidRPr="00C240D5" w:rsidRDefault="00666CD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14DE9356" w14:textId="77777777" w:rsidR="00666CDC" w:rsidRPr="005D37DE" w:rsidRDefault="00666CDC" w:rsidP="00E01254">
            <w:pPr>
              <w:spacing w:before="120" w:after="0"/>
              <w:rPr>
                <w:rFonts w:ascii="Century Gothic" w:hAnsi="Century Gothic"/>
              </w:rPr>
            </w:pP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6297A346" wp14:editId="6E5FB15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359218</wp:posOffset>
                  </wp:positionV>
                  <wp:extent cx="1211580" cy="854710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eastAsiaTheme="minorEastAsia" w:hAnsi="Century Gothic" w:cs="Tahoma"/>
                <w:noProof/>
              </w:rPr>
              <w:t>Draw the plan view of this shape:</w:t>
            </w:r>
            <w:r w:rsidRPr="005D37DE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</w:tblGrid>
            <w:tr w:rsidR="00666CDC" w:rsidRPr="005D37DE" w14:paraId="5BD54EF5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39C71073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4CEED30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16E0302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47642E2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7F0CC2B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66CDC" w:rsidRPr="005D37DE" w14:paraId="18869044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142F5D5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0DDA447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1F3FE99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87B265F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77BEED7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66CDC" w:rsidRPr="005D37DE" w14:paraId="36244006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7D59323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1E8DDBE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D8FB9D6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DD90B3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A908AA9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66CDC" w:rsidRPr="005D37DE" w14:paraId="44BD8FA4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27B8FCB9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EC4172D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3BA0E9C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3CF5AD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4DD316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666CDC" w:rsidRPr="005D37DE" w14:paraId="0BF9CEEA" w14:textId="77777777" w:rsidTr="00E01254">
              <w:trPr>
                <w:trHeight w:val="454"/>
              </w:trPr>
              <w:tc>
                <w:tcPr>
                  <w:tcW w:w="454" w:type="dxa"/>
                </w:tcPr>
                <w:p w14:paraId="373C6224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28DD792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693C35F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DBAEA5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6BD6C8A" w14:textId="77777777" w:rsidR="00666CDC" w:rsidRPr="005D37DE" w:rsidRDefault="00666CDC" w:rsidP="00E01254">
                  <w:pPr>
                    <w:framePr w:hSpace="180" w:wrap="around" w:vAnchor="text" w:hAnchor="margin" w:y="486"/>
                    <w:spacing w:after="0"/>
                    <w:suppressOverlap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0983A640" w14:textId="77777777" w:rsidR="00666CDC" w:rsidRPr="005D37DE" w:rsidRDefault="00666CDC" w:rsidP="00E01254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A8DA46B" w14:textId="77777777" w:rsidR="00666CDC" w:rsidRPr="005D37DE" w:rsidRDefault="00666CDC" w:rsidP="00E01254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46E95511" w14:textId="77777777" w:rsidR="00666CDC" w:rsidRPr="005D37DE" w:rsidRDefault="00666CDC" w:rsidP="00E01254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00714FDC" w14:textId="77777777" w:rsidR="00666CDC" w:rsidRPr="005D37DE" w:rsidRDefault="00666CDC" w:rsidP="00E01254">
            <w:pPr>
              <w:spacing w:before="120" w:after="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68230236" wp14:editId="2218C708">
                  <wp:extent cx="937895" cy="122301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CDC" w:rsidRPr="00C240D5" w14:paraId="4B7CE0F3" w14:textId="77777777" w:rsidTr="00E01254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34A4121D" w14:textId="77777777" w:rsidR="00666CDC" w:rsidRPr="00C240D5" w:rsidRDefault="00666CD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557C21C" w14:textId="77777777" w:rsidR="00666CDC" w:rsidRPr="005D37DE" w:rsidRDefault="00666CDC" w:rsidP="00E01254">
            <w:pPr>
              <w:spacing w:before="120"/>
              <w:rPr>
                <w:rFonts w:ascii="Century Gothic" w:hAnsi="Century Gothic" w:cs="Tahoma"/>
              </w:rPr>
            </w:pPr>
            <w:r w:rsidRPr="005D37DE">
              <w:rPr>
                <w:rFonts w:ascii="Century Gothic" w:hAnsi="Century Gothic" w:cs="Tahoma"/>
              </w:rPr>
              <w:t>Expand and simplify</w:t>
            </w:r>
          </w:p>
          <w:p w14:paraId="62BE66A7" w14:textId="77777777" w:rsidR="00666CDC" w:rsidRPr="005D37DE" w:rsidRDefault="00666CDC" w:rsidP="00E01254">
            <w:pPr>
              <w:spacing w:before="120"/>
              <w:rPr>
                <w:rFonts w:ascii="Century Gothic" w:hAnsi="Century Gothic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 xml:space="preserve">  (x+3)(x-6</m:t>
                </m:r>
                <m:r>
                  <w:rPr>
                    <w:rFonts w:ascii="Cambria Math" w:hAnsi="Cambria Math" w:cs="Tahoma"/>
                  </w:rPr>
                  <m:t>)</m:t>
                </m:r>
              </m:oMath>
            </m:oMathPara>
          </w:p>
          <w:p w14:paraId="3D74F8E3" w14:textId="77777777" w:rsidR="00666CDC" w:rsidRPr="005D37DE" w:rsidRDefault="00666CDC" w:rsidP="00E01254">
            <w:pPr>
              <w:spacing w:before="120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 </w:t>
            </w:r>
          </w:p>
        </w:tc>
      </w:tr>
    </w:tbl>
    <w:p w14:paraId="10CEA4DE" w14:textId="3AC7450B" w:rsidR="00666CDC" w:rsidRDefault="00666CDC" w:rsidP="00666CDC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2B984996" wp14:editId="0C4BC481">
            <wp:simplePos x="0" y="0"/>
            <wp:positionH relativeFrom="column">
              <wp:posOffset>6054090</wp:posOffset>
            </wp:positionH>
            <wp:positionV relativeFrom="paragraph">
              <wp:posOffset>4066540</wp:posOffset>
            </wp:positionV>
            <wp:extent cx="572135" cy="401320"/>
            <wp:effectExtent l="0" t="0" r="0" b="508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4864" behindDoc="0" locked="0" layoutInCell="1" allowOverlap="1" wp14:anchorId="51BE4781" wp14:editId="0BC9F40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3840" behindDoc="0" locked="0" layoutInCell="1" allowOverlap="1" wp14:anchorId="5DA2C9E4" wp14:editId="49280F8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3" name="Picture 2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21</w:t>
      </w:r>
      <w:r w:rsidRPr="0090117B">
        <w:rPr>
          <w:rFonts w:ascii="Segoe Print" w:hAnsi="Segoe Print"/>
          <w:b/>
          <w:sz w:val="24"/>
        </w:rPr>
        <w:t>.</w:t>
      </w:r>
      <w:r w:rsidR="00344342">
        <w:rPr>
          <w:rFonts w:ascii="Segoe Print" w:hAnsi="Segoe Print"/>
          <w:b/>
          <w:sz w:val="24"/>
        </w:rPr>
        <w:t>2</w:t>
      </w:r>
      <w:bookmarkStart w:id="0" w:name="_GoBack"/>
      <w:bookmarkEnd w:id="0"/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0D80C82" w14:textId="77777777" w:rsidR="00666CDC" w:rsidRDefault="00666CDC" w:rsidP="00666CDC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740DB"/>
    <w:rsid w:val="000A43CA"/>
    <w:rsid w:val="000A63AF"/>
    <w:rsid w:val="00125C71"/>
    <w:rsid w:val="00134363"/>
    <w:rsid w:val="001826A9"/>
    <w:rsid w:val="00213C21"/>
    <w:rsid w:val="002A3B06"/>
    <w:rsid w:val="002D5D86"/>
    <w:rsid w:val="00333535"/>
    <w:rsid w:val="00344342"/>
    <w:rsid w:val="003F51D8"/>
    <w:rsid w:val="0050136B"/>
    <w:rsid w:val="00505FC9"/>
    <w:rsid w:val="00525119"/>
    <w:rsid w:val="005D37DE"/>
    <w:rsid w:val="0064471D"/>
    <w:rsid w:val="00666CDC"/>
    <w:rsid w:val="00705472"/>
    <w:rsid w:val="007B4226"/>
    <w:rsid w:val="007E2C1A"/>
    <w:rsid w:val="0090117B"/>
    <w:rsid w:val="0090585D"/>
    <w:rsid w:val="0099142F"/>
    <w:rsid w:val="00AD3C1A"/>
    <w:rsid w:val="00B40DC9"/>
    <w:rsid w:val="00BE7AC9"/>
    <w:rsid w:val="00C240D5"/>
    <w:rsid w:val="00C41860"/>
    <w:rsid w:val="00C6765F"/>
    <w:rsid w:val="00D51195"/>
    <w:rsid w:val="00D723BE"/>
    <w:rsid w:val="00DB511B"/>
    <w:rsid w:val="00E20822"/>
    <w:rsid w:val="00E7749A"/>
    <w:rsid w:val="00E86E18"/>
    <w:rsid w:val="00EA0CA1"/>
    <w:rsid w:val="00EC4CCA"/>
    <w:rsid w:val="00F04FE3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4</cp:revision>
  <cp:lastPrinted>2019-03-04T10:36:00Z</cp:lastPrinted>
  <dcterms:created xsi:type="dcterms:W3CDTF">2019-03-04T10:36:00Z</dcterms:created>
  <dcterms:modified xsi:type="dcterms:W3CDTF">2019-03-04T10:36:00Z</dcterms:modified>
</cp:coreProperties>
</file>